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4E6E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755870C" w14:textId="77777777" w:rsidR="00B440BC" w:rsidRPr="00B440BC" w:rsidRDefault="00B440BC" w:rsidP="00B440B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40BC">
        <w:rPr>
          <w:rFonts w:ascii="Corbel" w:hAnsi="Corbel"/>
          <w:b/>
          <w:smallCaps/>
          <w:sz w:val="24"/>
          <w:szCs w:val="24"/>
        </w:rPr>
        <w:t>SYLABUS</w:t>
      </w:r>
    </w:p>
    <w:p w14:paraId="572AB5EB" w14:textId="77777777" w:rsidR="00B440BC" w:rsidRPr="00B440BC" w:rsidRDefault="00B440BC" w:rsidP="00B440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40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40BC">
        <w:rPr>
          <w:rFonts w:ascii="Corbel" w:hAnsi="Corbel"/>
          <w:i/>
          <w:smallCaps/>
          <w:sz w:val="24"/>
          <w:szCs w:val="24"/>
        </w:rPr>
        <w:t>2020-2022</w:t>
      </w:r>
    </w:p>
    <w:p w14:paraId="1C91DB0E" w14:textId="77777777" w:rsidR="00B440BC" w:rsidRPr="00B440BC" w:rsidRDefault="00B440BC" w:rsidP="00B440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440BC">
        <w:rPr>
          <w:rFonts w:ascii="Corbel" w:hAnsi="Corbel"/>
          <w:sz w:val="20"/>
          <w:szCs w:val="20"/>
        </w:rPr>
        <w:tab/>
      </w:r>
      <w:r w:rsidRPr="00B440BC">
        <w:rPr>
          <w:rFonts w:ascii="Corbel" w:hAnsi="Corbel"/>
          <w:sz w:val="20"/>
          <w:szCs w:val="20"/>
        </w:rPr>
        <w:tab/>
      </w:r>
      <w:r w:rsidRPr="00B440BC">
        <w:rPr>
          <w:rFonts w:ascii="Corbel" w:hAnsi="Corbel"/>
          <w:sz w:val="20"/>
          <w:szCs w:val="20"/>
        </w:rPr>
        <w:tab/>
      </w:r>
      <w:r w:rsidRPr="00B440BC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52FD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Comparative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social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742EFC41" w:rsidR="0085747A" w:rsidRPr="00E52FD7" w:rsidRDefault="00EE7D41" w:rsidP="00E742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7427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34C6FD73" w:rsidR="0085747A" w:rsidRPr="00E52FD7" w:rsidRDefault="00E74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1B481FCD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110ED3D9" w:rsidR="00015B8F" w:rsidRPr="00E52FD7" w:rsidRDefault="00E742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90BA0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569BD8B3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F99899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07D10539" w14:textId="77777777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  <w:p w14:paraId="78C212A0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9437D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923D7D">
        <w:tc>
          <w:tcPr>
            <w:tcW w:w="9639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923D7D">
        <w:tc>
          <w:tcPr>
            <w:tcW w:w="9639" w:type="dxa"/>
          </w:tcPr>
          <w:p w14:paraId="4315B18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4B5D66B" w14:textId="77777777" w:rsidTr="00923D7D">
        <w:tc>
          <w:tcPr>
            <w:tcW w:w="9639" w:type="dxa"/>
          </w:tcPr>
          <w:p w14:paraId="16C73E83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4CFA7500" w14:textId="77777777" w:rsidTr="00923D7D">
        <w:tc>
          <w:tcPr>
            <w:tcW w:w="9639" w:type="dxa"/>
          </w:tcPr>
          <w:p w14:paraId="7EEFB4DD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74277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E74277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E74277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E74277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E74277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E74277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10678EF7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6FE4438A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5382"/>
        <w:gridCol w:w="2191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77777777" w:rsidR="002B01FB" w:rsidRPr="00E52FD7" w:rsidRDefault="00191E28" w:rsidP="002B01FB">
            <w:pPr>
              <w:jc w:val="center"/>
              <w:rPr>
                <w:sz w:val="24"/>
                <w:szCs w:val="24"/>
              </w:rPr>
            </w:pPr>
            <w:r w:rsidRPr="00191E28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6A5149A0" w:rsidR="0085747A" w:rsidRPr="00E52FD7" w:rsidRDefault="00E7427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43F24969" w:rsidR="00C61DC5" w:rsidRPr="00E52FD7" w:rsidRDefault="00E7427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1566F13B" w14:textId="77777777" w:rsidTr="0071620A">
        <w:trPr>
          <w:trHeight w:val="397"/>
        </w:trPr>
        <w:tc>
          <w:tcPr>
            <w:tcW w:w="3544" w:type="dxa"/>
          </w:tcPr>
          <w:p w14:paraId="3027D8C3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0C8AB984" w14:textId="77777777" w:rsidTr="0071620A">
        <w:trPr>
          <w:trHeight w:val="397"/>
        </w:trPr>
        <w:tc>
          <w:tcPr>
            <w:tcW w:w="3544" w:type="dxa"/>
          </w:tcPr>
          <w:p w14:paraId="29412732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DFECF" w14:textId="657C37CD" w:rsidR="0085747A" w:rsidRPr="0082395B" w:rsidRDefault="00675843" w:rsidP="008239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47D540E9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2395B" w:rsidRPr="001F2877" w14:paraId="525D2FDE" w14:textId="77777777" w:rsidTr="0082395B">
        <w:trPr>
          <w:trHeight w:val="397"/>
        </w:trPr>
        <w:tc>
          <w:tcPr>
            <w:tcW w:w="9356" w:type="dxa"/>
          </w:tcPr>
          <w:p w14:paraId="2D9C5FDB" w14:textId="77777777" w:rsidR="0082395B" w:rsidRPr="001F2877" w:rsidRDefault="0082395B" w:rsidP="002704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6316155F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13EBBE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EBC217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2395B" w:rsidRPr="009C258C" w14:paraId="6D9FD974" w14:textId="77777777" w:rsidTr="0082395B">
        <w:trPr>
          <w:trHeight w:val="397"/>
        </w:trPr>
        <w:tc>
          <w:tcPr>
            <w:tcW w:w="9356" w:type="dxa"/>
          </w:tcPr>
          <w:p w14:paraId="5C023CBA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CE086A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2C9BBC9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3F378721" w14:textId="2D68BB01" w:rsidR="009437D2" w:rsidRPr="009C258C" w:rsidRDefault="009437D2" w:rsidP="008239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EB29" w14:textId="77777777" w:rsidR="00A10367" w:rsidRDefault="00A10367" w:rsidP="00C16ABF">
      <w:pPr>
        <w:spacing w:after="0" w:line="240" w:lineRule="auto"/>
      </w:pPr>
      <w:r>
        <w:separator/>
      </w:r>
    </w:p>
  </w:endnote>
  <w:endnote w:type="continuationSeparator" w:id="0">
    <w:p w14:paraId="25FAC810" w14:textId="77777777" w:rsidR="00A10367" w:rsidRDefault="00A103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7AB6CBB5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0BC">
          <w:rPr>
            <w:noProof/>
          </w:rPr>
          <w:t>4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07D3" w14:textId="77777777" w:rsidR="00A10367" w:rsidRDefault="00A10367" w:rsidP="00C16ABF">
      <w:pPr>
        <w:spacing w:after="0" w:line="240" w:lineRule="auto"/>
      </w:pPr>
      <w:r>
        <w:separator/>
      </w:r>
    </w:p>
  </w:footnote>
  <w:footnote w:type="continuationSeparator" w:id="0">
    <w:p w14:paraId="2F06947A" w14:textId="77777777" w:rsidR="00A10367" w:rsidRDefault="00A10367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70D2"/>
    <w:rsid w:val="001C4DDB"/>
    <w:rsid w:val="001D657B"/>
    <w:rsid w:val="001D7B54"/>
    <w:rsid w:val="001E0209"/>
    <w:rsid w:val="001F2CA2"/>
    <w:rsid w:val="001F585A"/>
    <w:rsid w:val="00203EE8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46A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95B"/>
    <w:rsid w:val="008449B3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367"/>
    <w:rsid w:val="00A155EE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1E9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BC"/>
    <w:rsid w:val="00B45C95"/>
    <w:rsid w:val="00B607DB"/>
    <w:rsid w:val="00B66529"/>
    <w:rsid w:val="00B75946"/>
    <w:rsid w:val="00B8056E"/>
    <w:rsid w:val="00B805D0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C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B1A"/>
    <w:rsid w:val="00D947BE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77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8E73AF-445C-452F-970D-EF096EE3E0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DC1D69-928D-4EE9-A9AC-096F2F249AC1}"/>
</file>

<file path=customXml/itemProps3.xml><?xml version="1.0" encoding="utf-8"?>
<ds:datastoreItem xmlns:ds="http://schemas.openxmlformats.org/officeDocument/2006/customXml" ds:itemID="{E8CF488E-732A-42C2-84DF-384AB11E2FC3}"/>
</file>

<file path=customXml/itemProps4.xml><?xml version="1.0" encoding="utf-8"?>
<ds:datastoreItem xmlns:ds="http://schemas.openxmlformats.org/officeDocument/2006/customXml" ds:itemID="{FAA17EC1-78AA-455E-A1F4-EF3B3159F14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5</cp:revision>
  <cp:lastPrinted>2019-07-10T14:44:00Z</cp:lastPrinted>
  <dcterms:created xsi:type="dcterms:W3CDTF">2021-09-30T22:11:00Z</dcterms:created>
  <dcterms:modified xsi:type="dcterms:W3CDTF">2021-10-02T13:08:00Z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